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EEF4FD3" w14:textId="589C7A22" w:rsidR="005D7940" w:rsidRPr="00AD158C" w:rsidRDefault="005D7940" w:rsidP="00AD158C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lang w:val="en-GB"/>
        </w:rPr>
      </w:pPr>
    </w:p>
    <w:p w14:paraId="4DAF91DC" w14:textId="2055830B" w:rsidR="00454451" w:rsidRPr="00AD158C" w:rsidRDefault="00AD158C" w:rsidP="00AD158C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</w:pPr>
      <w:r w:rsidRPr="00AD158C">
        <w:rPr>
          <w:b/>
          <w:color w:val="17406D" w:themeColor="text2"/>
          <w:sz w:val="44"/>
          <w:szCs w:val="44"/>
          <w:lang w:val="pl"/>
        </w:rPr>
        <w:t>Szablon karty dźwiękowej</w:t>
      </w:r>
    </w:p>
    <w:tbl>
      <w:tblPr>
        <w:tblStyle w:val="Tabelasiatki1jasnaakcent1"/>
        <w:tblpPr w:leftFromText="180" w:rightFromText="180" w:vertAnchor="text" w:horzAnchor="margin" w:tblpY="774"/>
        <w:tblW w:w="11194" w:type="dxa"/>
        <w:tblLook w:val="04A0" w:firstRow="1" w:lastRow="0" w:firstColumn="1" w:lastColumn="0" w:noHBand="0" w:noVBand="1"/>
      </w:tblPr>
      <w:tblGrid>
        <w:gridCol w:w="3964"/>
        <w:gridCol w:w="7230"/>
      </w:tblGrid>
      <w:tr w:rsidR="00115290" w:rsidRPr="00EE774F" w14:paraId="18F122D5" w14:textId="77777777" w:rsidTr="005B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bottom w:val="single" w:sz="4" w:space="0" w:color="009DD9" w:themeColor="accent2"/>
            </w:tcBorders>
          </w:tcPr>
          <w:p w14:paraId="560769AD" w14:textId="558EC36E" w:rsidR="00115290" w:rsidRPr="005B2663" w:rsidRDefault="00071E10" w:rsidP="00B738C1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071E10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78720" behindDoc="0" locked="0" layoutInCell="1" allowOverlap="1" wp14:anchorId="5A387BFF" wp14:editId="2B65B99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42545</wp:posOffset>
                  </wp:positionV>
                  <wp:extent cx="237490" cy="220980"/>
                  <wp:effectExtent l="0" t="0" r="0" b="7620"/>
                  <wp:wrapSquare wrapText="bothSides"/>
                  <wp:docPr id="12350841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4EF">
              <w:rPr>
                <w:color w:val="17406D" w:themeColor="text2"/>
                <w:lang w:val="pl"/>
              </w:rPr>
              <w:t xml:space="preserve"> S</w:t>
            </w:r>
            <w:r w:rsidR="00AD158C">
              <w:rPr>
                <w:color w:val="17406D" w:themeColor="text2"/>
                <w:lang w:val="pl"/>
              </w:rPr>
              <w:t>ound(scape) nazwa</w:t>
            </w:r>
          </w:p>
        </w:tc>
        <w:tc>
          <w:tcPr>
            <w:tcW w:w="7230" w:type="dxa"/>
            <w:tcBorders>
              <w:bottom w:val="single" w:sz="4" w:space="0" w:color="009DD9" w:themeColor="accent2"/>
            </w:tcBorders>
          </w:tcPr>
          <w:p w14:paraId="756E0635" w14:textId="2061F0A2" w:rsidR="00115290" w:rsidRPr="005B2663" w:rsidRDefault="00582F6A" w:rsidP="00B738C1">
            <w:pPr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406D" w:themeColor="text2"/>
                <w:lang w:val="en-GB"/>
              </w:rPr>
            </w:pPr>
            <w:r>
              <w:rPr>
                <w:color w:val="17406D" w:themeColor="text2"/>
                <w:lang w:val="pl"/>
              </w:rPr>
              <w:t>Carnyx</w:t>
            </w:r>
          </w:p>
        </w:tc>
      </w:tr>
      <w:tr w:rsidR="00115290" w:rsidRPr="00EE774F" w14:paraId="314F5A29" w14:textId="77777777" w:rsidTr="005B2663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009DD9" w:themeColor="accent2"/>
            </w:tcBorders>
          </w:tcPr>
          <w:p w14:paraId="75D1F75A" w14:textId="5D852422" w:rsidR="00115290" w:rsidRPr="00EE774F" w:rsidRDefault="00071E10" w:rsidP="00B738C1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80768" behindDoc="0" locked="0" layoutInCell="1" allowOverlap="1" wp14:anchorId="2DBE1CC1" wp14:editId="182E9F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163869854" name="Image 163869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color w:val="17406D" w:themeColor="text2"/>
                <w:lang w:val="pl"/>
              </w:rPr>
              <w:t>Kategoria nagrania</w:t>
            </w:r>
          </w:p>
        </w:tc>
        <w:tc>
          <w:tcPr>
            <w:tcW w:w="7230" w:type="dxa"/>
            <w:tcBorders>
              <w:top w:val="single" w:sz="4" w:space="0" w:color="009DD9" w:themeColor="accent2"/>
            </w:tcBorders>
          </w:tcPr>
          <w:p w14:paraId="130B3DD2" w14:textId="53B82397" w:rsidR="00870BCC" w:rsidRPr="00EE774F" w:rsidRDefault="00582F6A" w:rsidP="00B738C1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lang w:val="pl"/>
              </w:rPr>
              <w:t>Dźwięk epoki żelaza</w:t>
            </w:r>
          </w:p>
        </w:tc>
      </w:tr>
      <w:tr w:rsidR="00115290" w:rsidRPr="00EE774F" w14:paraId="41F59207" w14:textId="77777777" w:rsidTr="2000275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C42AB90" w14:textId="04E204B5" w:rsidR="00115290" w:rsidRPr="00EE774F" w:rsidRDefault="00071E10" w:rsidP="00B738C1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82816" behindDoc="0" locked="0" layoutInCell="1" allowOverlap="1" wp14:anchorId="761213A4" wp14:editId="2C0D7113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829224861" name="Image 829224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color w:val="17406D" w:themeColor="text2"/>
                <w:lang w:val="pl"/>
              </w:rPr>
              <w:t>Typ nagrania</w:t>
            </w:r>
          </w:p>
        </w:tc>
        <w:tc>
          <w:tcPr>
            <w:tcW w:w="7230" w:type="dxa"/>
          </w:tcPr>
          <w:p w14:paraId="34BC96E5" w14:textId="068739BA" w:rsidR="002F5C09" w:rsidRPr="00EE774F" w:rsidRDefault="00582F6A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lang w:val="pl"/>
              </w:rPr>
              <w:t>Plik mp3</w:t>
            </w:r>
          </w:p>
        </w:tc>
      </w:tr>
      <w:tr w:rsidR="00115290" w:rsidRPr="00EE774F" w14:paraId="43033FF3" w14:textId="77777777" w:rsidTr="00AD158C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4EFF149" w14:textId="639F7850" w:rsidR="00115290" w:rsidRPr="00071E10" w:rsidRDefault="00071E10" w:rsidP="00B738C1">
            <w:pPr>
              <w:spacing w:line="360" w:lineRule="auto"/>
              <w:ind w:left="601"/>
              <w:rPr>
                <w:rFonts w:ascii="Arial" w:hAnsi="Arial" w:cs="Arial"/>
                <w:b w:val="0"/>
                <w:bCs w:val="0"/>
                <w:noProof/>
                <w:color w:val="17406D" w:themeColor="text2"/>
                <w:lang w:val="en-GB"/>
              </w:rPr>
            </w:pPr>
            <w:r w:rsidRPr="00071E10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84864" behindDoc="1" locked="0" layoutInCell="1" allowOverlap="1" wp14:anchorId="0AA1F538" wp14:editId="29D6E5D9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43815</wp:posOffset>
                  </wp:positionV>
                  <wp:extent cx="251460" cy="233680"/>
                  <wp:effectExtent l="0" t="0" r="0" b="0"/>
                  <wp:wrapTight wrapText="bothSides">
                    <wp:wrapPolygon edited="0">
                      <wp:start x="0" y="0"/>
                      <wp:lineTo x="0" y="19370"/>
                      <wp:lineTo x="19636" y="19370"/>
                      <wp:lineTo x="19636" y="0"/>
                      <wp:lineTo x="0" y="0"/>
                    </wp:wrapPolygon>
                  </wp:wrapTight>
                  <wp:docPr id="7112747" name="Image 7112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noProof/>
                <w:color w:val="17406D" w:themeColor="text2"/>
                <w:lang w:val="pl"/>
              </w:rPr>
              <w:t>Długość nagrania</w:t>
            </w:r>
          </w:p>
        </w:tc>
        <w:tc>
          <w:tcPr>
            <w:tcW w:w="7230" w:type="dxa"/>
          </w:tcPr>
          <w:p w14:paraId="491B9A82" w14:textId="5F203A8E" w:rsidR="00F15610" w:rsidRPr="00582F6A" w:rsidRDefault="00582F6A" w:rsidP="00582F6A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lang w:val="pl"/>
              </w:rPr>
              <w:t>48 sekund</w:t>
            </w:r>
          </w:p>
        </w:tc>
      </w:tr>
      <w:tr w:rsidR="00115290" w:rsidRPr="00EE774F" w14:paraId="329D1AA4" w14:textId="77777777" w:rsidTr="20002755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EB91522" w14:textId="3DC89FF5" w:rsidR="00115290" w:rsidRPr="005B2663" w:rsidRDefault="00071E10" w:rsidP="00B738C1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5B2663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86912" behindDoc="0" locked="0" layoutInCell="1" allowOverlap="1" wp14:anchorId="181A1ADD" wp14:editId="2F0EED1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12700</wp:posOffset>
                  </wp:positionV>
                  <wp:extent cx="251460" cy="233680"/>
                  <wp:effectExtent l="0" t="0" r="0" b="0"/>
                  <wp:wrapSquare wrapText="bothSides"/>
                  <wp:docPr id="1129091571" name="Image 1129091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4A45">
              <w:rPr>
                <w:rFonts w:cs="Arial"/>
                <w:color w:val="17406D" w:themeColor="text2"/>
                <w:lang w:val="en-GB"/>
              </w:rPr>
              <w:t>Partner</w:t>
            </w:r>
          </w:p>
        </w:tc>
        <w:tc>
          <w:tcPr>
            <w:tcW w:w="7230" w:type="dxa"/>
          </w:tcPr>
          <w:p w14:paraId="6CBD3B69" w14:textId="0BCB24E7" w:rsidR="00454451" w:rsidRPr="00582F6A" w:rsidRDefault="00582F6A" w:rsidP="00582F6A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lang w:val="pl"/>
              </w:rPr>
              <w:t xml:space="preserve"> Muzeum Vesthimmerlands</w:t>
            </w:r>
          </w:p>
        </w:tc>
      </w:tr>
      <w:tr w:rsidR="00AD158C" w:rsidRPr="00EE774F" w14:paraId="55B2217F" w14:textId="77777777" w:rsidTr="20002755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DD4A01B" w14:textId="180A1FDB" w:rsidR="00AD158C" w:rsidRPr="005B2663" w:rsidRDefault="00AD158C" w:rsidP="00B738C1">
            <w:pPr>
              <w:spacing w:line="360" w:lineRule="auto"/>
              <w:ind w:left="0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97152" behindDoc="0" locked="0" layoutInCell="1" allowOverlap="1" wp14:anchorId="12A435B6" wp14:editId="7BA59F4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534190763" name="Image 534190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color w:val="17406D" w:themeColor="text2"/>
                <w:lang w:val="pl"/>
              </w:rPr>
              <w:t>Nazwa pliku zdjęcia</w:t>
            </w:r>
          </w:p>
        </w:tc>
        <w:tc>
          <w:tcPr>
            <w:tcW w:w="7230" w:type="dxa"/>
          </w:tcPr>
          <w:p w14:paraId="210EF3F7" w14:textId="2D58745B" w:rsidR="00AD158C" w:rsidRPr="005B2663" w:rsidRDefault="004442B7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BE4A45">
              <w:rPr>
                <w:b/>
                <w:lang w:val="en-GB"/>
              </w:rPr>
              <w:t>Cała</w:t>
            </w:r>
            <w:proofErr w:type="spellEnd"/>
            <w:r w:rsidRPr="00BE4A45">
              <w:rPr>
                <w:b/>
                <w:lang w:val="en-GB"/>
              </w:rPr>
              <w:t xml:space="preserve"> </w:t>
            </w:r>
            <w:proofErr w:type="spellStart"/>
            <w:r w:rsidRPr="00BE4A45">
              <w:rPr>
                <w:b/>
                <w:lang w:val="en-GB"/>
              </w:rPr>
              <w:t>srebrna</w:t>
            </w:r>
            <w:proofErr w:type="spellEnd"/>
            <w:r w:rsidRPr="00BE4A45">
              <w:rPr>
                <w:b/>
                <w:lang w:val="en-GB"/>
              </w:rPr>
              <w:t xml:space="preserve"> </w:t>
            </w:r>
            <w:proofErr w:type="spellStart"/>
            <w:r w:rsidRPr="00BE4A45">
              <w:rPr>
                <w:b/>
                <w:lang w:val="en-GB"/>
              </w:rPr>
              <w:t>płyta</w:t>
            </w:r>
            <w:proofErr w:type="spellEnd"/>
            <w:r w:rsidRPr="00BE4A45">
              <w:rPr>
                <w:b/>
                <w:lang w:val="en-GB"/>
              </w:rPr>
              <w:t xml:space="preserve"> </w:t>
            </w:r>
            <w:proofErr w:type="spellStart"/>
            <w:r w:rsidRPr="00BE4A45">
              <w:rPr>
                <w:b/>
                <w:lang w:val="en-GB"/>
              </w:rPr>
              <w:t>GC,jpg</w:t>
            </w:r>
            <w:proofErr w:type="spellEnd"/>
            <w:r w:rsidRPr="00BE4A45">
              <w:rPr>
                <w:b/>
                <w:lang w:val="en-GB"/>
              </w:rPr>
              <w:t xml:space="preserve">, </w:t>
            </w:r>
            <w:r w:rsidR="00BE4A45">
              <w:rPr>
                <w:b/>
                <w:lang w:val="en-GB"/>
              </w:rPr>
              <w:t>C</w:t>
            </w:r>
            <w:bookmarkStart w:id="0" w:name="_GoBack"/>
            <w:bookmarkEnd w:id="0"/>
            <w:r w:rsidRPr="00BE4A45">
              <w:rPr>
                <w:b/>
                <w:lang w:val="en-GB"/>
              </w:rPr>
              <w:t xml:space="preserve">arnyx.jpg, </w:t>
            </w:r>
            <w:proofErr w:type="spellStart"/>
            <w:r w:rsidRPr="00BE4A45">
              <w:rPr>
                <w:b/>
                <w:lang w:val="en-GB"/>
              </w:rPr>
              <w:t>kopia</w:t>
            </w:r>
            <w:proofErr w:type="spellEnd"/>
            <w:r w:rsidRPr="00BE4A45">
              <w:rPr>
                <w:b/>
                <w:lang w:val="en-GB"/>
              </w:rPr>
              <w:t xml:space="preserve"> płyty.jpg, </w:t>
            </w:r>
            <w:proofErr w:type="spellStart"/>
            <w:r w:rsidRPr="00BE4A45">
              <w:rPr>
                <w:b/>
                <w:lang w:val="en-GB"/>
              </w:rPr>
              <w:t>zbliżenie</w:t>
            </w:r>
            <w:proofErr w:type="spellEnd"/>
            <w:r w:rsidRPr="00BE4A45">
              <w:rPr>
                <w:b/>
                <w:lang w:val="en-GB"/>
              </w:rPr>
              <w:t xml:space="preserve"> carnyx.jpg, </w:t>
            </w:r>
            <w:proofErr w:type="spellStart"/>
            <w:r w:rsidRPr="00BE4A45">
              <w:rPr>
                <w:b/>
                <w:lang w:val="en-GB"/>
              </w:rPr>
              <w:t>zbliżenie</w:t>
            </w:r>
            <w:proofErr w:type="spellEnd"/>
            <w:r w:rsidRPr="00BE4A45">
              <w:rPr>
                <w:b/>
                <w:lang w:val="en-GB"/>
              </w:rPr>
              <w:t xml:space="preserve"> </w:t>
            </w:r>
            <w:proofErr w:type="spellStart"/>
            <w:r w:rsidRPr="00BE4A45">
              <w:rPr>
                <w:b/>
                <w:lang w:val="en-GB"/>
              </w:rPr>
              <w:t>srebra</w:t>
            </w:r>
            <w:proofErr w:type="spellEnd"/>
            <w:r w:rsidRPr="00BE4A45">
              <w:rPr>
                <w:b/>
                <w:lang w:val="en-GB"/>
              </w:rPr>
              <w:t xml:space="preserve"> GC.jpg</w:t>
            </w:r>
            <w:r w:rsidRPr="00BE4A45">
              <w:rPr>
                <w:lang w:val="en-GB"/>
              </w:rPr>
              <w:t xml:space="preserve"> </w:t>
            </w:r>
          </w:p>
        </w:tc>
      </w:tr>
      <w:tr w:rsidR="00AD158C" w:rsidRPr="00BE4A45" w14:paraId="7D8FFD50" w14:textId="77777777" w:rsidTr="00AD158C">
        <w:trPr>
          <w:trHeight w:val="4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8482774" w14:textId="428A8DF5" w:rsidR="00AD158C" w:rsidRPr="005B2663" w:rsidRDefault="00AD158C" w:rsidP="00AD158C">
            <w:pPr>
              <w:spacing w:line="360" w:lineRule="auto"/>
              <w:ind w:left="601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noProof/>
                <w:color w:val="17406D" w:themeColor="text2"/>
                <w:lang w:val="pl"/>
              </w:rPr>
              <w:drawing>
                <wp:anchor distT="0" distB="0" distL="114300" distR="114300" simplePos="0" relativeHeight="251699200" behindDoc="0" locked="0" layoutInCell="1" allowOverlap="1" wp14:anchorId="0827D05F" wp14:editId="004C76BF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12065</wp:posOffset>
                  </wp:positionV>
                  <wp:extent cx="251460" cy="233680"/>
                  <wp:effectExtent l="0" t="0" r="0" b="0"/>
                  <wp:wrapSquare wrapText="bothSides"/>
                  <wp:docPr id="1175792608" name="Image 117579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color w:val="17406D" w:themeColor="text2"/>
                <w:lang w:val="pl"/>
              </w:rPr>
              <w:t>Opis dźwięku</w:t>
            </w:r>
          </w:p>
        </w:tc>
        <w:tc>
          <w:tcPr>
            <w:tcW w:w="7230" w:type="dxa"/>
          </w:tcPr>
          <w:p w14:paraId="431E542C" w14:textId="197BB5C4" w:rsidR="00AD158C" w:rsidRPr="00BE4A45" w:rsidRDefault="00582F6A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pl-PL"/>
              </w:rPr>
            </w:pPr>
            <w:r w:rsidRPr="00582F6A">
              <w:rPr>
                <w:lang w:val="pl"/>
              </w:rPr>
              <w:t xml:space="preserve">W klipie audio sygnały są dmuchane na Carnyx, trąbę wojenną z epoki żelaza. Na świecie znajduje się tylko 5 znalezisk archeologicznych Carnyx, w Szkocji i Francji. Replika wykonana z jednej z wewnętrznych płyt słynnego na całym świecie kotła Gundestrup zostaje wysadzona. Pod koniec klipu słychać kroki, a Carnyx zostaje umieszczony pod ścianą. W ten sposób uczniowie mogą usłyszeć, że jest wykonany z metalu. Głowa Carnyxa przedstawia dzika z czerwonymi oczami w gniewie. Być może </w:t>
            </w:r>
            <w:r w:rsidRPr="00582F6A">
              <w:rPr>
                <w:lang w:val="pl"/>
              </w:rPr>
              <w:lastRenderedPageBreak/>
              <w:t>odnosi się do dwugłowego dzika, który kojarzy się ze śmiercią i zniszczeniem.</w:t>
            </w:r>
          </w:p>
        </w:tc>
      </w:tr>
    </w:tbl>
    <w:p w14:paraId="64B02B43" w14:textId="1B69BD29" w:rsidR="00A66B18" w:rsidRPr="00BE4A45" w:rsidRDefault="00A66B18" w:rsidP="00B738C1">
      <w:pPr>
        <w:spacing w:line="360" w:lineRule="auto"/>
        <w:ind w:left="0"/>
        <w:rPr>
          <w:lang w:val="pl-PL"/>
        </w:rPr>
      </w:pPr>
    </w:p>
    <w:p w14:paraId="11D3E0A6" w14:textId="7E77EC68" w:rsidR="001C4D2F" w:rsidRPr="00BE4A45" w:rsidRDefault="001C4D2F" w:rsidP="00B738C1">
      <w:pPr>
        <w:spacing w:line="360" w:lineRule="auto"/>
        <w:ind w:left="0"/>
        <w:rPr>
          <w:lang w:val="pl-PL"/>
        </w:rPr>
      </w:pPr>
    </w:p>
    <w:p w14:paraId="4D653B42" w14:textId="4A346F3E" w:rsidR="00726650" w:rsidRPr="00BE4A45" w:rsidRDefault="00726650" w:rsidP="00750FAD">
      <w:pPr>
        <w:ind w:left="0"/>
        <w:rPr>
          <w:lang w:val="pl-PL"/>
        </w:rPr>
      </w:pPr>
    </w:p>
    <w:sectPr w:rsidR="00726650" w:rsidRPr="00BE4A45" w:rsidSect="00AD7FE5">
      <w:headerReference w:type="default" r:id="rId12"/>
      <w:footerReference w:type="default" r:id="rId13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7051" w14:textId="77777777" w:rsidR="00C37D25" w:rsidRDefault="00C37D25" w:rsidP="00A66B18">
      <w:pPr>
        <w:spacing w:before="0" w:after="0"/>
      </w:pPr>
      <w:r>
        <w:rPr>
          <w:lang w:val="pl"/>
        </w:rPr>
        <w:separator/>
      </w:r>
    </w:p>
  </w:endnote>
  <w:endnote w:type="continuationSeparator" w:id="0">
    <w:p w14:paraId="2AA8138C" w14:textId="77777777" w:rsidR="00C37D25" w:rsidRDefault="00C37D25" w:rsidP="00A66B18">
      <w:pPr>
        <w:spacing w:before="0" w:after="0"/>
      </w:pPr>
      <w:r>
        <w:rPr>
          <w:lang w:val="p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alibri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EEF19" w14:textId="236AC050" w:rsidR="00750FAD" w:rsidRDefault="00A61191" w:rsidP="00A61191">
    <w:pPr>
      <w:ind w:left="0"/>
    </w:pPr>
    <w:r>
      <w:rPr>
        <w:noProof/>
        <w:lang w:val="pl"/>
      </w:rPr>
      <w:drawing>
        <wp:anchor distT="0" distB="0" distL="114300" distR="114300" simplePos="0" relativeHeight="251670528" behindDoc="0" locked="0" layoutInCell="1" allowOverlap="1" wp14:anchorId="02390DF8" wp14:editId="01E017B2">
          <wp:simplePos x="0" y="0"/>
          <wp:positionH relativeFrom="page">
            <wp:align>right</wp:align>
          </wp:positionH>
          <wp:positionV relativeFrom="paragraph">
            <wp:posOffset>351790</wp:posOffset>
          </wp:positionV>
          <wp:extent cx="7767320" cy="531495"/>
          <wp:effectExtent l="0" t="0" r="5080" b="1905"/>
          <wp:wrapSquare wrapText="bothSides"/>
          <wp:docPr id="620840677" name="Picture 620840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2134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732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7BA3F" w14:textId="77777777" w:rsidR="00C37D25" w:rsidRDefault="00C37D25" w:rsidP="00A66B18">
      <w:pPr>
        <w:spacing w:before="0" w:after="0"/>
      </w:pPr>
      <w:r>
        <w:rPr>
          <w:lang w:val="pl"/>
        </w:rPr>
        <w:separator/>
      </w:r>
    </w:p>
  </w:footnote>
  <w:footnote w:type="continuationSeparator" w:id="0">
    <w:p w14:paraId="42BB8FCB" w14:textId="77777777" w:rsidR="00C37D25" w:rsidRDefault="00C37D25" w:rsidP="00A66B18">
      <w:pPr>
        <w:spacing w:before="0" w:after="0"/>
      </w:pPr>
      <w:r>
        <w:rPr>
          <w:lang w:val="p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7F783" w14:textId="6776E4FA" w:rsidR="002D57A7" w:rsidRDefault="006C7C39">
    <w:pPr>
      <w:pStyle w:val="Nagwek"/>
      <w:rPr>
        <w:noProof/>
      </w:rPr>
    </w:pPr>
    <w:r>
      <w:rPr>
        <w:noProof/>
        <w:lang w:val="pl"/>
      </w:rPr>
      <w:drawing>
        <wp:anchor distT="0" distB="0" distL="114300" distR="114300" simplePos="0" relativeHeight="251671552" behindDoc="0" locked="0" layoutInCell="1" allowOverlap="1" wp14:anchorId="64337F2B" wp14:editId="13E67B12">
          <wp:simplePos x="0" y="0"/>
          <wp:positionH relativeFrom="column">
            <wp:posOffset>-182880</wp:posOffset>
          </wp:positionH>
          <wp:positionV relativeFrom="paragraph">
            <wp:posOffset>91440</wp:posOffset>
          </wp:positionV>
          <wp:extent cx="1303020" cy="574040"/>
          <wp:effectExtent l="0" t="0" r="0" b="0"/>
          <wp:wrapSquare wrapText="bothSides"/>
          <wp:docPr id="1288855093" name="Image 1" descr="Obraz zawierający tekst, grafikę, czcionkę, projekt grafi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8855093" name="Image 1" descr="Une image contenant texte, Graphique, Police, graphis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"/>
      </w:rPr>
      <w:t xml:space="preserve"> </w:t>
    </w:r>
    <w:r w:rsidR="00A94408">
      <w:rPr>
        <w:noProof/>
        <w:lang w:val="pl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B012BF" wp14:editId="7E1590A5">
              <wp:simplePos x="0" y="0"/>
              <wp:positionH relativeFrom="column">
                <wp:posOffset>-494791</wp:posOffset>
              </wp:positionH>
              <wp:positionV relativeFrom="paragraph">
                <wp:posOffset>-457200</wp:posOffset>
              </wp:positionV>
              <wp:extent cx="11109451" cy="457725"/>
              <wp:effectExtent l="0" t="0" r="0" b="0"/>
              <wp:wrapNone/>
              <wp:docPr id="693076404" name="Freeform: Shape 6930764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09451" cy="457725"/>
                      </a:xfrm>
                      <a:custGeom>
                        <a:avLst/>
                        <a:gdLst>
                          <a:gd name="connsiteX0" fmla="*/ 7144 w 6000750"/>
                          <a:gd name="connsiteY0" fmla="*/ 1699736 h 1924050"/>
                          <a:gd name="connsiteX1" fmla="*/ 2934176 w 6000750"/>
                          <a:gd name="connsiteY1" fmla="*/ 1484471 h 1924050"/>
                          <a:gd name="connsiteX2" fmla="*/ 5998369 w 6000750"/>
                          <a:gd name="connsiteY2" fmla="*/ 893921 h 1924050"/>
                          <a:gd name="connsiteX3" fmla="*/ 5998369 w 6000750"/>
                          <a:gd name="connsiteY3" fmla="*/ 7144 h 1924050"/>
                          <a:gd name="connsiteX4" fmla="*/ 7144 w 6000750"/>
                          <a:gd name="connsiteY4" fmla="*/ 7144 h 1924050"/>
                          <a:gd name="connsiteX5" fmla="*/ 7144 w 6000750"/>
                          <a:gd name="connsiteY5" fmla="*/ 1699736 h 1924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00750" h="1924050">
                            <a:moveTo>
                              <a:pt x="7144" y="1699736"/>
                            </a:moveTo>
                            <a:cubicBezTo>
                              <a:pt x="7144" y="1699736"/>
                              <a:pt x="1410176" y="2317909"/>
                              <a:pt x="2934176" y="1484471"/>
                            </a:cubicBezTo>
                            <a:cubicBezTo>
                              <a:pt x="4459129" y="651986"/>
                              <a:pt x="5998369" y="893921"/>
                              <a:pt x="5998369" y="893921"/>
                            </a:cubicBezTo>
                            <a:lnTo>
                              <a:pt x="5998369" y="7144"/>
                            </a:lnTo>
                            <a:lnTo>
                              <a:pt x="7144" y="7144"/>
                            </a:lnTo>
                            <a:lnTo>
                              <a:pt x="7144" y="1699736"/>
                            </a:lnTo>
                            <a:close/>
                          </a:path>
                        </a:pathLst>
                      </a:custGeom>
                      <a:solidFill>
                        <a:srgbClr val="009FB5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<w:pict>
            <v:shape id="Freeform: Shape 693076404" style="position:absolute;margin-left:-38.95pt;margin-top:-36pt;width:874.75pt;height:36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0750,1924050" o:spid="_x0000_s1026" fillcolor="#009fb5" stroked="f" path="m7144,1699736v,,1403032,618173,2927032,-215265c4459129,651986,5998369,893921,5998369,893921r,-886777l7144,7144r,169259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" w14:anchorId="77A7F121">
              <v:stroke joinstyle="miter"/>
              <v:path arrowok="t" o:connecttype="custom" o:connectlocs="13226,404361;5432168,353151;11105043,212661;11105043,1700;13226,1700;13226,404361" o:connectangles="0,0,0,0,0,0"/>
            </v:shape>
          </w:pict>
        </mc:Fallback>
      </mc:AlternateContent>
    </w:r>
  </w:p>
  <w:p w14:paraId="34AFC001" w14:textId="295E42A0" w:rsidR="00750FAD" w:rsidRDefault="00750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3374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707C"/>
    <w:multiLevelType w:val="hybridMultilevel"/>
    <w:tmpl w:val="C8CCCC74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E55B2"/>
    <w:multiLevelType w:val="hybridMultilevel"/>
    <w:tmpl w:val="0C86DCC8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C4859E2"/>
    <w:multiLevelType w:val="hybridMultilevel"/>
    <w:tmpl w:val="017419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31CC7"/>
    <w:multiLevelType w:val="hybridMultilevel"/>
    <w:tmpl w:val="6C64D520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A15004"/>
    <w:multiLevelType w:val="hybridMultilevel"/>
    <w:tmpl w:val="D250E192"/>
    <w:lvl w:ilvl="0" w:tplc="200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47572"/>
    <w:multiLevelType w:val="hybridMultilevel"/>
    <w:tmpl w:val="D89ED176"/>
    <w:lvl w:ilvl="0" w:tplc="45CC0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20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EEF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48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0B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C9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604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A72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E2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1031"/>
    <w:multiLevelType w:val="hybridMultilevel"/>
    <w:tmpl w:val="DB4EBF14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AC115D"/>
    <w:multiLevelType w:val="hybridMultilevel"/>
    <w:tmpl w:val="CC7415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AB8"/>
    <w:multiLevelType w:val="hybridMultilevel"/>
    <w:tmpl w:val="C3088C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46BE7"/>
    <w:multiLevelType w:val="hybridMultilevel"/>
    <w:tmpl w:val="864ED69A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447A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30A6805"/>
    <w:multiLevelType w:val="hybridMultilevel"/>
    <w:tmpl w:val="B99ACCEA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D7F00"/>
    <w:multiLevelType w:val="hybridMultilevel"/>
    <w:tmpl w:val="A404B9D8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24F47"/>
    <w:multiLevelType w:val="hybridMultilevel"/>
    <w:tmpl w:val="35267A0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E258A"/>
    <w:multiLevelType w:val="hybridMultilevel"/>
    <w:tmpl w:val="1A105932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C4B7BB3"/>
    <w:multiLevelType w:val="hybridMultilevel"/>
    <w:tmpl w:val="A0C08A54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35DB4"/>
    <w:multiLevelType w:val="hybridMultilevel"/>
    <w:tmpl w:val="98F8FFF0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5139A"/>
    <w:multiLevelType w:val="hybridMultilevel"/>
    <w:tmpl w:val="7BBC41B8"/>
    <w:lvl w:ilvl="0" w:tplc="0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0D2E55"/>
    <w:multiLevelType w:val="hybridMultilevel"/>
    <w:tmpl w:val="4FE8C7CA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2C505E"/>
    <w:multiLevelType w:val="hybridMultilevel"/>
    <w:tmpl w:val="ED045CD4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0EB3"/>
    <w:multiLevelType w:val="hybridMultilevel"/>
    <w:tmpl w:val="114848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61F38"/>
    <w:multiLevelType w:val="hybridMultilevel"/>
    <w:tmpl w:val="CCF21ABA"/>
    <w:lvl w:ilvl="0" w:tplc="200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E85431D"/>
    <w:multiLevelType w:val="hybridMultilevel"/>
    <w:tmpl w:val="0080751A"/>
    <w:lvl w:ilvl="0" w:tplc="6F269C2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F43E5"/>
    <w:multiLevelType w:val="hybridMultilevel"/>
    <w:tmpl w:val="C1DA6C4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40645"/>
    <w:multiLevelType w:val="hybridMultilevel"/>
    <w:tmpl w:val="47F022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1297E"/>
    <w:multiLevelType w:val="hybridMultilevel"/>
    <w:tmpl w:val="EF648FEC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27208"/>
    <w:multiLevelType w:val="hybridMultilevel"/>
    <w:tmpl w:val="994A4D3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07E92C"/>
    <w:multiLevelType w:val="hybridMultilevel"/>
    <w:tmpl w:val="F95A8F3A"/>
    <w:lvl w:ilvl="0" w:tplc="0B7A9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04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E0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62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EA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848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BE14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0BC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46A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85388"/>
    <w:multiLevelType w:val="hybridMultilevel"/>
    <w:tmpl w:val="8B0EFEA0"/>
    <w:lvl w:ilvl="0" w:tplc="000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0592041"/>
    <w:multiLevelType w:val="hybridMultilevel"/>
    <w:tmpl w:val="0B32EC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D46B33"/>
    <w:multiLevelType w:val="hybridMultilevel"/>
    <w:tmpl w:val="B2526EE0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31334C"/>
    <w:multiLevelType w:val="hybridMultilevel"/>
    <w:tmpl w:val="5248EB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7F7B54"/>
    <w:multiLevelType w:val="hybridMultilevel"/>
    <w:tmpl w:val="2A76380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ED04C"/>
    <w:multiLevelType w:val="hybridMultilevel"/>
    <w:tmpl w:val="05D080F8"/>
    <w:lvl w:ilvl="0" w:tplc="4176A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AA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AA9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C8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4C2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523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3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69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EE4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671A3"/>
    <w:multiLevelType w:val="hybridMultilevel"/>
    <w:tmpl w:val="A55422E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A459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7B5F8B"/>
    <w:multiLevelType w:val="hybridMultilevel"/>
    <w:tmpl w:val="5C5E0E9E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9416AA"/>
    <w:multiLevelType w:val="hybridMultilevel"/>
    <w:tmpl w:val="ABF680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2C376F"/>
    <w:multiLevelType w:val="hybridMultilevel"/>
    <w:tmpl w:val="B5784ECE"/>
    <w:lvl w:ilvl="0" w:tplc="000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E126AFA"/>
    <w:multiLevelType w:val="hybridMultilevel"/>
    <w:tmpl w:val="60C032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066C6"/>
    <w:multiLevelType w:val="hybridMultilevel"/>
    <w:tmpl w:val="C58050CE"/>
    <w:lvl w:ilvl="0" w:tplc="A69C5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33ACE"/>
    <w:multiLevelType w:val="hybridMultilevel"/>
    <w:tmpl w:val="3D94C36C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BC0370B"/>
    <w:multiLevelType w:val="hybridMultilevel"/>
    <w:tmpl w:val="B3961C30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7DB97C28"/>
    <w:multiLevelType w:val="hybridMultilevel"/>
    <w:tmpl w:val="A5BE079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9405D"/>
    <w:multiLevelType w:val="hybridMultilevel"/>
    <w:tmpl w:val="B1CC86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"/>
  </w:num>
  <w:num w:numId="3">
    <w:abstractNumId w:val="28"/>
  </w:num>
  <w:num w:numId="4">
    <w:abstractNumId w:val="41"/>
  </w:num>
  <w:num w:numId="5">
    <w:abstractNumId w:val="10"/>
  </w:num>
  <w:num w:numId="6">
    <w:abstractNumId w:val="20"/>
  </w:num>
  <w:num w:numId="7">
    <w:abstractNumId w:val="19"/>
  </w:num>
  <w:num w:numId="8">
    <w:abstractNumId w:val="13"/>
  </w:num>
  <w:num w:numId="9">
    <w:abstractNumId w:val="8"/>
  </w:num>
  <w:num w:numId="10">
    <w:abstractNumId w:val="3"/>
  </w:num>
  <w:num w:numId="11">
    <w:abstractNumId w:val="25"/>
  </w:num>
  <w:num w:numId="12">
    <w:abstractNumId w:val="21"/>
  </w:num>
  <w:num w:numId="13">
    <w:abstractNumId w:val="14"/>
  </w:num>
  <w:num w:numId="14">
    <w:abstractNumId w:val="30"/>
  </w:num>
  <w:num w:numId="15">
    <w:abstractNumId w:val="9"/>
  </w:num>
  <w:num w:numId="16">
    <w:abstractNumId w:val="4"/>
  </w:num>
  <w:num w:numId="17">
    <w:abstractNumId w:val="7"/>
  </w:num>
  <w:num w:numId="18">
    <w:abstractNumId w:val="42"/>
  </w:num>
  <w:num w:numId="19">
    <w:abstractNumId w:val="24"/>
  </w:num>
  <w:num w:numId="20">
    <w:abstractNumId w:val="17"/>
  </w:num>
  <w:num w:numId="21">
    <w:abstractNumId w:val="16"/>
  </w:num>
  <w:num w:numId="22">
    <w:abstractNumId w:val="35"/>
  </w:num>
  <w:num w:numId="23">
    <w:abstractNumId w:val="12"/>
  </w:num>
  <w:num w:numId="24">
    <w:abstractNumId w:val="37"/>
  </w:num>
  <w:num w:numId="25">
    <w:abstractNumId w:val="44"/>
  </w:num>
  <w:num w:numId="26">
    <w:abstractNumId w:val="1"/>
  </w:num>
  <w:num w:numId="27">
    <w:abstractNumId w:val="23"/>
  </w:num>
  <w:num w:numId="28">
    <w:abstractNumId w:val="26"/>
  </w:num>
  <w:num w:numId="29">
    <w:abstractNumId w:val="38"/>
  </w:num>
  <w:num w:numId="30">
    <w:abstractNumId w:val="31"/>
  </w:num>
  <w:num w:numId="31">
    <w:abstractNumId w:val="29"/>
  </w:num>
  <w:num w:numId="32">
    <w:abstractNumId w:val="39"/>
  </w:num>
  <w:num w:numId="33">
    <w:abstractNumId w:val="45"/>
  </w:num>
  <w:num w:numId="34">
    <w:abstractNumId w:val="32"/>
  </w:num>
  <w:num w:numId="35">
    <w:abstractNumId w:val="5"/>
  </w:num>
  <w:num w:numId="36">
    <w:abstractNumId w:val="2"/>
  </w:num>
  <w:num w:numId="37">
    <w:abstractNumId w:val="22"/>
  </w:num>
  <w:num w:numId="38">
    <w:abstractNumId w:val="36"/>
  </w:num>
  <w:num w:numId="39">
    <w:abstractNumId w:val="11"/>
  </w:num>
  <w:num w:numId="40">
    <w:abstractNumId w:val="27"/>
  </w:num>
  <w:num w:numId="41">
    <w:abstractNumId w:val="0"/>
  </w:num>
  <w:num w:numId="42">
    <w:abstractNumId w:val="43"/>
  </w:num>
  <w:num w:numId="43">
    <w:abstractNumId w:val="15"/>
  </w:num>
  <w:num w:numId="44">
    <w:abstractNumId w:val="33"/>
  </w:num>
  <w:num w:numId="45">
    <w:abstractNumId w:val="18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NotDisplayPageBoundaries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yMDGzNDY1tDA3MDVQ0lEKTi0uzszPAykwNK0FAFpIXHwtAAAA"/>
  </w:docVars>
  <w:rsids>
    <w:rsidRoot w:val="00750FAD"/>
    <w:rsid w:val="00000187"/>
    <w:rsid w:val="000004C5"/>
    <w:rsid w:val="00005B39"/>
    <w:rsid w:val="000158BC"/>
    <w:rsid w:val="00071E10"/>
    <w:rsid w:val="00082042"/>
    <w:rsid w:val="00083BAA"/>
    <w:rsid w:val="00084EE8"/>
    <w:rsid w:val="00085E68"/>
    <w:rsid w:val="000B23DC"/>
    <w:rsid w:val="000C36BC"/>
    <w:rsid w:val="000D3164"/>
    <w:rsid w:val="000D6BBB"/>
    <w:rsid w:val="000D7149"/>
    <w:rsid w:val="000E4213"/>
    <w:rsid w:val="000E744E"/>
    <w:rsid w:val="001043B9"/>
    <w:rsid w:val="0010680C"/>
    <w:rsid w:val="00115290"/>
    <w:rsid w:val="00121B4D"/>
    <w:rsid w:val="001468CF"/>
    <w:rsid w:val="00155286"/>
    <w:rsid w:val="00167E81"/>
    <w:rsid w:val="001766D6"/>
    <w:rsid w:val="001A0D43"/>
    <w:rsid w:val="001A13DC"/>
    <w:rsid w:val="001B7A04"/>
    <w:rsid w:val="001C4D2F"/>
    <w:rsid w:val="001D3934"/>
    <w:rsid w:val="001E2320"/>
    <w:rsid w:val="001E6407"/>
    <w:rsid w:val="001F4EF4"/>
    <w:rsid w:val="002148C6"/>
    <w:rsid w:val="00214E28"/>
    <w:rsid w:val="00241F38"/>
    <w:rsid w:val="002533AE"/>
    <w:rsid w:val="00262C0A"/>
    <w:rsid w:val="00262C51"/>
    <w:rsid w:val="00285265"/>
    <w:rsid w:val="002C6515"/>
    <w:rsid w:val="002D57A7"/>
    <w:rsid w:val="002D5AB9"/>
    <w:rsid w:val="002D711B"/>
    <w:rsid w:val="002D7389"/>
    <w:rsid w:val="002F5C09"/>
    <w:rsid w:val="0030361B"/>
    <w:rsid w:val="0031161E"/>
    <w:rsid w:val="00314185"/>
    <w:rsid w:val="00322A95"/>
    <w:rsid w:val="003271B7"/>
    <w:rsid w:val="00330C70"/>
    <w:rsid w:val="00337E67"/>
    <w:rsid w:val="00352B81"/>
    <w:rsid w:val="003551C9"/>
    <w:rsid w:val="003561DA"/>
    <w:rsid w:val="0036204B"/>
    <w:rsid w:val="00390262"/>
    <w:rsid w:val="00391BBB"/>
    <w:rsid w:val="003A0150"/>
    <w:rsid w:val="003A0B3B"/>
    <w:rsid w:val="003A3068"/>
    <w:rsid w:val="003C24C7"/>
    <w:rsid w:val="003E24DF"/>
    <w:rsid w:val="003F3830"/>
    <w:rsid w:val="003F443B"/>
    <w:rsid w:val="00402831"/>
    <w:rsid w:val="0041428F"/>
    <w:rsid w:val="00430163"/>
    <w:rsid w:val="00432489"/>
    <w:rsid w:val="004442B7"/>
    <w:rsid w:val="0044723F"/>
    <w:rsid w:val="004517AC"/>
    <w:rsid w:val="00454451"/>
    <w:rsid w:val="00463139"/>
    <w:rsid w:val="0046472C"/>
    <w:rsid w:val="004933FB"/>
    <w:rsid w:val="004A2B0D"/>
    <w:rsid w:val="004B46A1"/>
    <w:rsid w:val="004D0449"/>
    <w:rsid w:val="00506CEC"/>
    <w:rsid w:val="0050723E"/>
    <w:rsid w:val="0051418C"/>
    <w:rsid w:val="00521DFC"/>
    <w:rsid w:val="005241F1"/>
    <w:rsid w:val="00542D3D"/>
    <w:rsid w:val="00576723"/>
    <w:rsid w:val="00582F6A"/>
    <w:rsid w:val="0058539B"/>
    <w:rsid w:val="005A315E"/>
    <w:rsid w:val="005B2663"/>
    <w:rsid w:val="005B3D0E"/>
    <w:rsid w:val="005B6466"/>
    <w:rsid w:val="005C2210"/>
    <w:rsid w:val="005D7940"/>
    <w:rsid w:val="005E13BE"/>
    <w:rsid w:val="005F610F"/>
    <w:rsid w:val="00601933"/>
    <w:rsid w:val="0060797B"/>
    <w:rsid w:val="00615018"/>
    <w:rsid w:val="00615F96"/>
    <w:rsid w:val="00617954"/>
    <w:rsid w:val="0062123A"/>
    <w:rsid w:val="00624EF6"/>
    <w:rsid w:val="00627EAB"/>
    <w:rsid w:val="006377CF"/>
    <w:rsid w:val="00646E75"/>
    <w:rsid w:val="006524E2"/>
    <w:rsid w:val="0069324D"/>
    <w:rsid w:val="00696653"/>
    <w:rsid w:val="006C017A"/>
    <w:rsid w:val="006C50A4"/>
    <w:rsid w:val="006C5622"/>
    <w:rsid w:val="006C75A9"/>
    <w:rsid w:val="006C7C39"/>
    <w:rsid w:val="006D5C93"/>
    <w:rsid w:val="006E6888"/>
    <w:rsid w:val="006E7F75"/>
    <w:rsid w:val="006F41CF"/>
    <w:rsid w:val="006F472C"/>
    <w:rsid w:val="006F6F10"/>
    <w:rsid w:val="00701A4E"/>
    <w:rsid w:val="007139C6"/>
    <w:rsid w:val="00724CC0"/>
    <w:rsid w:val="00726650"/>
    <w:rsid w:val="0073426B"/>
    <w:rsid w:val="007400CA"/>
    <w:rsid w:val="00750FAD"/>
    <w:rsid w:val="0075320C"/>
    <w:rsid w:val="00782334"/>
    <w:rsid w:val="00783E79"/>
    <w:rsid w:val="00795808"/>
    <w:rsid w:val="007A33E8"/>
    <w:rsid w:val="007A5C93"/>
    <w:rsid w:val="007B5AE8"/>
    <w:rsid w:val="007C6A15"/>
    <w:rsid w:val="007D2EEF"/>
    <w:rsid w:val="007E04DF"/>
    <w:rsid w:val="007E7F36"/>
    <w:rsid w:val="007F5192"/>
    <w:rsid w:val="0081512D"/>
    <w:rsid w:val="0082355A"/>
    <w:rsid w:val="00837691"/>
    <w:rsid w:val="00837AFD"/>
    <w:rsid w:val="00853DD1"/>
    <w:rsid w:val="00862773"/>
    <w:rsid w:val="00870BCC"/>
    <w:rsid w:val="00884A66"/>
    <w:rsid w:val="008953C9"/>
    <w:rsid w:val="008B1EBE"/>
    <w:rsid w:val="008C7D6D"/>
    <w:rsid w:val="008E30D5"/>
    <w:rsid w:val="008F4D06"/>
    <w:rsid w:val="008F61AA"/>
    <w:rsid w:val="00910D6C"/>
    <w:rsid w:val="00916F5C"/>
    <w:rsid w:val="00940CE3"/>
    <w:rsid w:val="009418AD"/>
    <w:rsid w:val="00946950"/>
    <w:rsid w:val="00962670"/>
    <w:rsid w:val="00962C9C"/>
    <w:rsid w:val="00967B74"/>
    <w:rsid w:val="00970990"/>
    <w:rsid w:val="009748B9"/>
    <w:rsid w:val="00985739"/>
    <w:rsid w:val="00985ABE"/>
    <w:rsid w:val="009875AA"/>
    <w:rsid w:val="009976D5"/>
    <w:rsid w:val="009A1E44"/>
    <w:rsid w:val="009B6C66"/>
    <w:rsid w:val="009D6E13"/>
    <w:rsid w:val="009F3913"/>
    <w:rsid w:val="00A4065B"/>
    <w:rsid w:val="00A61191"/>
    <w:rsid w:val="00A62707"/>
    <w:rsid w:val="00A669C3"/>
    <w:rsid w:val="00A66B18"/>
    <w:rsid w:val="00A6783B"/>
    <w:rsid w:val="00A84E76"/>
    <w:rsid w:val="00A9226B"/>
    <w:rsid w:val="00A92DE0"/>
    <w:rsid w:val="00A94408"/>
    <w:rsid w:val="00A964EF"/>
    <w:rsid w:val="00A96CF8"/>
    <w:rsid w:val="00AD158C"/>
    <w:rsid w:val="00AD7FE5"/>
    <w:rsid w:val="00AE1388"/>
    <w:rsid w:val="00AE39A5"/>
    <w:rsid w:val="00AF3982"/>
    <w:rsid w:val="00B10784"/>
    <w:rsid w:val="00B1320D"/>
    <w:rsid w:val="00B23A92"/>
    <w:rsid w:val="00B31B6E"/>
    <w:rsid w:val="00B46697"/>
    <w:rsid w:val="00B50294"/>
    <w:rsid w:val="00B57D6E"/>
    <w:rsid w:val="00B64BCF"/>
    <w:rsid w:val="00B738C1"/>
    <w:rsid w:val="00BB39E4"/>
    <w:rsid w:val="00BE4A45"/>
    <w:rsid w:val="00BF0D22"/>
    <w:rsid w:val="00BF474F"/>
    <w:rsid w:val="00C31A69"/>
    <w:rsid w:val="00C37D25"/>
    <w:rsid w:val="00C43123"/>
    <w:rsid w:val="00C50573"/>
    <w:rsid w:val="00C536D6"/>
    <w:rsid w:val="00C569C1"/>
    <w:rsid w:val="00C701F7"/>
    <w:rsid w:val="00C70786"/>
    <w:rsid w:val="00C7611B"/>
    <w:rsid w:val="00C90F7E"/>
    <w:rsid w:val="00C95989"/>
    <w:rsid w:val="00CC2956"/>
    <w:rsid w:val="00CE46EE"/>
    <w:rsid w:val="00D076B5"/>
    <w:rsid w:val="00D16D2A"/>
    <w:rsid w:val="00D35D8B"/>
    <w:rsid w:val="00D41084"/>
    <w:rsid w:val="00D412ED"/>
    <w:rsid w:val="00D45C20"/>
    <w:rsid w:val="00D62247"/>
    <w:rsid w:val="00D66593"/>
    <w:rsid w:val="00D67070"/>
    <w:rsid w:val="00D805C0"/>
    <w:rsid w:val="00D81E02"/>
    <w:rsid w:val="00D87740"/>
    <w:rsid w:val="00D9067C"/>
    <w:rsid w:val="00DC6973"/>
    <w:rsid w:val="00DE4A7D"/>
    <w:rsid w:val="00DE6DA2"/>
    <w:rsid w:val="00DE7964"/>
    <w:rsid w:val="00DF2D30"/>
    <w:rsid w:val="00E02FA1"/>
    <w:rsid w:val="00E055EB"/>
    <w:rsid w:val="00E07C4E"/>
    <w:rsid w:val="00E21240"/>
    <w:rsid w:val="00E43FDA"/>
    <w:rsid w:val="00E55D74"/>
    <w:rsid w:val="00E61EB5"/>
    <w:rsid w:val="00E64ADC"/>
    <w:rsid w:val="00E653BF"/>
    <w:rsid w:val="00E6540C"/>
    <w:rsid w:val="00E65F9F"/>
    <w:rsid w:val="00E81E2A"/>
    <w:rsid w:val="00E86C86"/>
    <w:rsid w:val="00EC13D6"/>
    <w:rsid w:val="00ED68CF"/>
    <w:rsid w:val="00EE0952"/>
    <w:rsid w:val="00EE774F"/>
    <w:rsid w:val="00F11D75"/>
    <w:rsid w:val="00F13AA0"/>
    <w:rsid w:val="00F15610"/>
    <w:rsid w:val="00F15CB2"/>
    <w:rsid w:val="00F22331"/>
    <w:rsid w:val="00F2337A"/>
    <w:rsid w:val="00F37E77"/>
    <w:rsid w:val="00F4225B"/>
    <w:rsid w:val="00F91E78"/>
    <w:rsid w:val="00FA642D"/>
    <w:rsid w:val="00FE0F43"/>
    <w:rsid w:val="00FF061C"/>
    <w:rsid w:val="00FF3760"/>
    <w:rsid w:val="00FF41C9"/>
    <w:rsid w:val="00FF70F5"/>
    <w:rsid w:val="20002755"/>
    <w:rsid w:val="2B2DE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532B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</w:latentStyles>
  <w:style w:type="paragraph" w:default="1" w:styleId="Normalny">
    <w:name w:val="Normal"/>
    <w:qFormat/>
    <w:rsid w:val="001043B9"/>
    <w:pPr>
      <w:spacing w:before="40" w:after="360"/>
      <w:ind w:left="720" w:right="720"/>
    </w:pPr>
    <w:rPr>
      <w:rFonts w:ascii="Calibri" w:eastAsiaTheme="minorHAnsi" w:hAnsi="Calibri"/>
      <w:kern w:val="20"/>
      <w:szCs w:val="20"/>
    </w:rPr>
  </w:style>
  <w:style w:type="paragraph" w:styleId="Nagwek1">
    <w:name w:val="heading 1"/>
    <w:basedOn w:val="Recipient"/>
    <w:next w:val="Normalny"/>
    <w:link w:val="Nagwek1Znak"/>
    <w:uiPriority w:val="8"/>
    <w:qFormat/>
    <w:rsid w:val="001043B9"/>
    <w:pPr>
      <w:outlineLvl w:val="0"/>
    </w:pPr>
    <w:rPr>
      <w:color w:val="17406D" w:themeColor="text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8"/>
    <w:rsid w:val="001043B9"/>
    <w:rPr>
      <w:rFonts w:ascii="Calibri" w:eastAsiaTheme="minorHAnsi" w:hAnsi="Calibri"/>
      <w:b/>
      <w:bCs/>
      <w:color w:val="17406D" w:themeColor="text2"/>
      <w:kern w:val="20"/>
      <w:szCs w:val="20"/>
    </w:rPr>
  </w:style>
  <w:style w:type="paragraph" w:customStyle="1" w:styleId="Recipient">
    <w:name w:val="Recipient"/>
    <w:basedOn w:val="Normalny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Zwrotgrzecznociowy">
    <w:name w:val="Salutation"/>
    <w:basedOn w:val="Normalny"/>
    <w:link w:val="ZwrotgrzecznociowyZnak"/>
    <w:uiPriority w:val="4"/>
    <w:semiHidden/>
    <w:qFormat/>
    <w:rsid w:val="00A66B18"/>
    <w:pPr>
      <w:spacing w:before="720"/>
    </w:pPr>
  </w:style>
  <w:style w:type="character" w:customStyle="1" w:styleId="ZwrotgrzecznociowyZnak">
    <w:name w:val="Zwrot grzecznościowy Znak"/>
    <w:basedOn w:val="Domylnaczcionkaakapitu"/>
    <w:link w:val="Zwrotgrzecznociowy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Zwrotpoegnalny">
    <w:name w:val="Closing"/>
    <w:basedOn w:val="Normalny"/>
    <w:next w:val="Podpis"/>
    <w:link w:val="ZwrotpoegnalnyZnak"/>
    <w:uiPriority w:val="6"/>
    <w:semiHidden/>
    <w:qFormat/>
    <w:rsid w:val="00A6783B"/>
    <w:pPr>
      <w:spacing w:before="480" w:after="960"/>
    </w:pPr>
  </w:style>
  <w:style w:type="character" w:customStyle="1" w:styleId="ZwrotpoegnalnyZnak">
    <w:name w:val="Zwrot pożegnalny Znak"/>
    <w:basedOn w:val="Domylnaczcionkaakapitu"/>
    <w:link w:val="Zwrotpoegnalny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Podpis">
    <w:name w:val="Signature"/>
    <w:basedOn w:val="Normalny"/>
    <w:link w:val="PodpisZnak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PodpisZnak">
    <w:name w:val="Podpis Znak"/>
    <w:basedOn w:val="Domylnaczcionkaakapitu"/>
    <w:link w:val="Podpis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3E24DF"/>
    <w:pPr>
      <w:spacing w:after="0"/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Pogrubienie">
    <w:name w:val="Strong"/>
    <w:basedOn w:val="Domylnaczcionkaakapitu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ny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Tekstzastpczy">
    <w:name w:val="Placeholder Text"/>
    <w:basedOn w:val="Domylnaczcionkaakapitu"/>
    <w:uiPriority w:val="99"/>
    <w:semiHidden/>
    <w:rsid w:val="001766D6"/>
    <w:rPr>
      <w:color w:val="808080"/>
    </w:rPr>
  </w:style>
  <w:style w:type="paragraph" w:styleId="Stopka">
    <w:name w:val="footer"/>
    <w:basedOn w:val="Normalny"/>
    <w:link w:val="StopkaZnak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ny"/>
    <w:qFormat/>
    <w:rsid w:val="007E7F36"/>
    <w:pPr>
      <w:spacing w:after="0"/>
      <w:ind w:right="0"/>
    </w:pPr>
    <w:rPr>
      <w:color w:val="FFFFFF" w:themeColor="background1"/>
    </w:rPr>
  </w:style>
  <w:style w:type="table" w:styleId="Tabela-Siatka">
    <w:name w:val="Table Grid"/>
    <w:basedOn w:val="Standardowy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ny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ny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ny"/>
    <w:qFormat/>
    <w:rsid w:val="00E21240"/>
    <w:pPr>
      <w:spacing w:after="120"/>
      <w:ind w:left="0" w:right="0"/>
    </w:pPr>
  </w:style>
  <w:style w:type="table" w:styleId="Siatkatabelijasna">
    <w:name w:val="Grid Table Light"/>
    <w:basedOn w:val="Standardowy"/>
    <w:uiPriority w:val="40"/>
    <w:rsid w:val="002D5AB9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styleId="Akapitzlist">
    <w:name w:val="List Paragraph"/>
    <w:basedOn w:val="Normalny"/>
    <w:uiPriority w:val="34"/>
    <w:qFormat/>
    <w:rsid w:val="001043B9"/>
    <w:pPr>
      <w:contextualSpacing/>
    </w:pPr>
  </w:style>
  <w:style w:type="character" w:styleId="Hipercze">
    <w:name w:val="Hyperlink"/>
    <w:basedOn w:val="Domylnaczcionkaakapitu"/>
    <w:uiPriority w:val="99"/>
    <w:unhideWhenUsed/>
    <w:rsid w:val="00E64ADC"/>
    <w:rPr>
      <w:color w:val="F49100" w:themeColor="hyperlink"/>
      <w:u w:val="single"/>
    </w:rPr>
  </w:style>
  <w:style w:type="table" w:styleId="Tabelasiatki1jasnaakcent1">
    <w:name w:val="Grid Table 1 Light Accent 1"/>
    <w:basedOn w:val="Standardowy"/>
    <w:uiPriority w:val="46"/>
    <w:rsid w:val="00E64ADC"/>
    <w:tblPr>
      <w:tblStyleRowBandSize w:val="1"/>
      <w:tblStyleColBandSize w:val="1"/>
      <w:tblBorders>
        <w:top w:val="single" w:sz="4" w:space="0" w:color="82B0E4" w:themeColor="accent1" w:themeTint="66"/>
        <w:left w:val="single" w:sz="4" w:space="0" w:color="82B0E4" w:themeColor="accent1" w:themeTint="66"/>
        <w:bottom w:val="single" w:sz="4" w:space="0" w:color="82B0E4" w:themeColor="accent1" w:themeTint="66"/>
        <w:right w:val="single" w:sz="4" w:space="0" w:color="82B0E4" w:themeColor="accent1" w:themeTint="66"/>
        <w:insideH w:val="single" w:sz="4" w:space="0" w:color="82B0E4" w:themeColor="accent1" w:themeTint="66"/>
        <w:insideV w:val="single" w:sz="4" w:space="0" w:color="82B0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389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89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basedOn w:val="Domylnaczcionkaakapitu"/>
    <w:uiPriority w:val="99"/>
    <w:semiHidden/>
    <w:rsid w:val="0096267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Theme="minorHAnsi" w:hAnsi="Calibri"/>
      <w:kern w:val="2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gop\AppData\Local\Microsoft\Office\16.0\DTS\en-BE%7bE49ECF1C-9A4F-4DB6-A91D-CB85F6445CF6%7d\%7b5649AEDD-465F-4745-8955-03DC8483FC5B%7dtf55871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D2EA-46D7-41FA-B589-986E1F86EC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0616221F-4E30-43DF-A3F1-757BC7DC2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423AF-50F4-4F0F-8C0A-54276ACA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1BFAE4-C2B4-4653-8BBC-B0D77C97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{5649AEDD-465F-4745-8955-03DC8483FC5B}tf55871247_win32</Template>
  <TotalTime>0</TotalTime>
  <Pages>2</Pages>
  <Words>126</Words>
  <Characters>760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2023-10-11T13:12:00Z</dcterms:created>
  <dcterms:modified xsi:type="dcterms:W3CDTF">2024-01-04T08:29:00Z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5a34634b-b7fe-4a76-abcb-f3c431743391</vt:lpwstr>
  </property>
</Properties>
</file>